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D7" w:rsidRDefault="00E40ED7" w:rsidP="003F4BB5">
      <w:pPr>
        <w:jc w:val="right"/>
        <w:rPr>
          <w:rFonts w:ascii="Comic Sans MS" w:hAnsi="Comic Sans MS" w:cs="Shruti"/>
          <w:sz w:val="32"/>
          <w:szCs w:val="32"/>
        </w:rPr>
      </w:pPr>
    </w:p>
    <w:p w:rsidR="00E40ED7" w:rsidRDefault="00E40ED7" w:rsidP="003F4BB5">
      <w:pPr>
        <w:jc w:val="right"/>
        <w:rPr>
          <w:rFonts w:ascii="Comic Sans MS" w:hAnsi="Comic Sans MS" w:cs="Shruti"/>
          <w:sz w:val="32"/>
          <w:szCs w:val="32"/>
        </w:rPr>
      </w:pPr>
    </w:p>
    <w:p w:rsidR="00E40ED7" w:rsidRDefault="00E40ED7" w:rsidP="003F4BB5">
      <w:pPr>
        <w:jc w:val="right"/>
        <w:rPr>
          <w:rFonts w:ascii="Comic Sans MS" w:hAnsi="Comic Sans MS" w:cs="Shruti"/>
          <w:sz w:val="32"/>
          <w:szCs w:val="32"/>
        </w:rPr>
      </w:pPr>
    </w:p>
    <w:p w:rsidR="00E40ED7" w:rsidRPr="00C36E43" w:rsidRDefault="00E40ED7" w:rsidP="003F4BB5">
      <w:pPr>
        <w:jc w:val="right"/>
        <w:rPr>
          <w:rFonts w:ascii="Comic Sans MS" w:hAnsi="Comic Sans MS" w:cs="Shruti"/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C36E43">
            <w:rPr>
              <w:rFonts w:ascii="Comic Sans MS" w:hAnsi="Comic Sans MS" w:cs="Shruti"/>
              <w:sz w:val="28"/>
              <w:szCs w:val="28"/>
            </w:rPr>
            <w:t>79001 Alabama High Way</w:t>
          </w:r>
        </w:smartTag>
      </w:smartTag>
      <w:r w:rsidRPr="00C36E43">
        <w:rPr>
          <w:rFonts w:ascii="Comic Sans MS" w:hAnsi="Comic Sans MS" w:cs="Shruti"/>
          <w:sz w:val="28"/>
          <w:szCs w:val="28"/>
        </w:rPr>
        <w:t xml:space="preserve"> 77                             </w:t>
      </w:r>
    </w:p>
    <w:p w:rsidR="00E40ED7" w:rsidRPr="00C36E43" w:rsidRDefault="00E40ED7" w:rsidP="003F4BB5">
      <w:pPr>
        <w:jc w:val="right"/>
        <w:rPr>
          <w:rFonts w:ascii="Comic Sans MS" w:hAnsi="Comic Sans MS" w:cs="Shruti"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C36E43">
            <w:rPr>
              <w:rFonts w:ascii="Comic Sans MS" w:hAnsi="Comic Sans MS" w:cs="Shruti"/>
              <w:sz w:val="28"/>
              <w:szCs w:val="28"/>
            </w:rPr>
            <w:t>Lincoln</w:t>
          </w:r>
        </w:smartTag>
        <w:r w:rsidRPr="00C36E43">
          <w:rPr>
            <w:rFonts w:ascii="Comic Sans MS" w:hAnsi="Comic Sans MS" w:cs="Shruti"/>
            <w:sz w:val="28"/>
            <w:szCs w:val="28"/>
          </w:rPr>
          <w:t xml:space="preserve">, </w:t>
        </w:r>
        <w:smartTag w:uri="urn:schemas-microsoft-com:office:smarttags" w:element="State">
          <w:r w:rsidRPr="00C36E43">
            <w:rPr>
              <w:rFonts w:ascii="Comic Sans MS" w:hAnsi="Comic Sans MS" w:cs="Shruti"/>
              <w:sz w:val="28"/>
              <w:szCs w:val="28"/>
            </w:rPr>
            <w:t>Alabama</w:t>
          </w:r>
        </w:smartTag>
        <w:r w:rsidRPr="00C36E43">
          <w:rPr>
            <w:rFonts w:ascii="Comic Sans MS" w:hAnsi="Comic Sans MS" w:cs="Shruti"/>
            <w:sz w:val="28"/>
            <w:szCs w:val="28"/>
          </w:rPr>
          <w:t xml:space="preserve"> </w:t>
        </w:r>
        <w:smartTag w:uri="urn:schemas-microsoft-com:office:smarttags" w:element="PostalCode">
          <w:r w:rsidRPr="00C36E43">
            <w:rPr>
              <w:rFonts w:ascii="Comic Sans MS" w:hAnsi="Comic Sans MS" w:cs="Shruti"/>
              <w:sz w:val="28"/>
              <w:szCs w:val="28"/>
            </w:rPr>
            <w:t>35096</w:t>
          </w:r>
        </w:smartTag>
      </w:smartTag>
    </w:p>
    <w:p w:rsidR="00E40ED7" w:rsidRPr="00C36E43" w:rsidRDefault="00E40ED7" w:rsidP="003F4BB5">
      <w:pPr>
        <w:jc w:val="right"/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>November 29, 2010</w:t>
      </w: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 xml:space="preserve">  Dear Santa,</w:t>
      </w: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 xml:space="preserve">      Thank you for my Girl Tech Password Journal, I write in it all the time. Thank you for my video camera, I’ve recorded lots of things   on it and thank you for my ice cream maker.</w:t>
      </w: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 xml:space="preserve">      For Christmas can you please get my sister a train play set board?  And my mom a new dolphin scent holder and my other mom new clothes.</w:t>
      </w: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 xml:space="preserve">     I have been a good girl for Christmas, so could you please get me more books, an iPod, more games for my DSI, an American girl, The Selena Gomez Sound Track, more peek-a-boo petites, a Monster High doll, glitter pens, and </w:t>
      </w: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 xml:space="preserve">           THE BEST CHRISTMAS EVER!!!!!!!!!!</w:t>
      </w:r>
    </w:p>
    <w:p w:rsidR="00E40ED7" w:rsidRPr="00C36E43" w:rsidRDefault="00E40ED7">
      <w:pPr>
        <w:rPr>
          <w:rFonts w:ascii="Comic Sans MS" w:hAnsi="Comic Sans MS" w:cs="Shruti"/>
          <w:sz w:val="28"/>
          <w:szCs w:val="28"/>
        </w:rPr>
      </w:pPr>
      <w:r w:rsidRPr="00C36E43">
        <w:rPr>
          <w:rFonts w:ascii="Comic Sans MS" w:hAnsi="Comic Sans MS" w:cs="Shruti"/>
          <w:sz w:val="28"/>
          <w:szCs w:val="28"/>
        </w:rPr>
        <w:t>Love,</w:t>
      </w:r>
    </w:p>
    <w:p w:rsidR="00E40ED7" w:rsidRPr="00C7069A" w:rsidRDefault="00E40ED7" w:rsidP="00C36E43">
      <w:pPr>
        <w:rPr>
          <w:rFonts w:ascii="Curlz MT" w:hAnsi="Curlz MT" w:cs="Shruti"/>
          <w:sz w:val="32"/>
          <w:szCs w:val="32"/>
        </w:rPr>
      </w:pPr>
      <w:r w:rsidRPr="00C36E43">
        <w:rPr>
          <w:rFonts w:ascii="Comic Sans MS" w:hAnsi="Comic Sans MS" w:cs="Shruti"/>
          <w:sz w:val="28"/>
          <w:szCs w:val="28"/>
        </w:rPr>
        <w:t>Caitlin</w:t>
      </w:r>
    </w:p>
    <w:sectPr w:rsidR="00E40ED7" w:rsidRPr="00C7069A" w:rsidSect="00942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ED7" w:rsidRDefault="00E40ED7" w:rsidP="00F139C6">
      <w:pPr>
        <w:spacing w:after="0" w:line="240" w:lineRule="auto"/>
      </w:pPr>
      <w:r>
        <w:separator/>
      </w:r>
    </w:p>
  </w:endnote>
  <w:endnote w:type="continuationSeparator" w:id="0">
    <w:p w:rsidR="00E40ED7" w:rsidRDefault="00E40ED7" w:rsidP="00F1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urlz M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ED7" w:rsidRDefault="00E40ED7" w:rsidP="00F139C6">
      <w:pPr>
        <w:spacing w:after="0" w:line="240" w:lineRule="auto"/>
      </w:pPr>
      <w:r>
        <w:separator/>
      </w:r>
    </w:p>
  </w:footnote>
  <w:footnote w:type="continuationSeparator" w:id="0">
    <w:p w:rsidR="00E40ED7" w:rsidRDefault="00E40ED7" w:rsidP="00F139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AE3"/>
    <w:rsid w:val="003F4BB5"/>
    <w:rsid w:val="00411344"/>
    <w:rsid w:val="00485AF7"/>
    <w:rsid w:val="00556E86"/>
    <w:rsid w:val="00602849"/>
    <w:rsid w:val="0094216B"/>
    <w:rsid w:val="00984767"/>
    <w:rsid w:val="00985B0D"/>
    <w:rsid w:val="009B0C85"/>
    <w:rsid w:val="00A84FD5"/>
    <w:rsid w:val="00BF68FD"/>
    <w:rsid w:val="00C36E43"/>
    <w:rsid w:val="00C7069A"/>
    <w:rsid w:val="00CF0A80"/>
    <w:rsid w:val="00E40ED7"/>
    <w:rsid w:val="00E60AE3"/>
    <w:rsid w:val="00EE04F8"/>
    <w:rsid w:val="00EF1404"/>
    <w:rsid w:val="00F1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1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39C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1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39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36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9C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1431</TotalTime>
  <Pages>1</Pages>
  <Words>108</Words>
  <Characters>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stucaitlingc11172001</dc:creator>
  <cp:keywords/>
  <dc:description/>
  <cp:lastModifiedBy>shannon hill</cp:lastModifiedBy>
  <cp:revision>4</cp:revision>
  <cp:lastPrinted>2010-12-08T20:01:00Z</cp:lastPrinted>
  <dcterms:created xsi:type="dcterms:W3CDTF">2010-11-23T17:04:00Z</dcterms:created>
  <dcterms:modified xsi:type="dcterms:W3CDTF">2010-12-08T20:02:00Z</dcterms:modified>
</cp:coreProperties>
</file>